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EF" w:rsidRPr="00D659C9" w:rsidRDefault="006458EF">
      <w:pPr>
        <w:tabs>
          <w:tab w:val="left" w:pos="5680"/>
        </w:tabs>
        <w:ind w:right="-896"/>
        <w:jc w:val="center"/>
        <w:rPr>
          <w:rFonts w:ascii="Arial" w:hAnsi="Arial" w:cs="Arial"/>
          <w:b/>
          <w:sz w:val="20"/>
          <w:szCs w:val="20"/>
        </w:rPr>
      </w:pPr>
      <w:r w:rsidRPr="00D659C9">
        <w:rPr>
          <w:sz w:val="20"/>
          <w:szCs w:val="20"/>
        </w:rPr>
        <w:object w:dxaOrig="1619" w:dyaOrig="1619">
          <v:rect id="rectole0000000000" o:spid="_x0000_i1025" style="width:81pt;height:81pt" o:ole="" o:preferrelative="t" stroked="f">
            <v:imagedata r:id="rId5" o:title=""/>
          </v:rect>
          <o:OLEObject Type="Embed" ProgID="StaticMetafile" ShapeID="rectole0000000000" DrawAspect="Content" ObjectID="_1483967036" r:id="rId6"/>
        </w:object>
      </w:r>
      <w:r w:rsidRPr="00D659C9">
        <w:rPr>
          <w:rFonts w:ascii="Arial" w:hAnsi="Arial" w:cs="Arial"/>
          <w:b/>
          <w:sz w:val="20"/>
          <w:szCs w:val="20"/>
        </w:rPr>
        <w:t xml:space="preserve">                  </w:t>
      </w:r>
      <w:r>
        <w:rPr>
          <w:rFonts w:ascii="Arial" w:hAnsi="Arial" w:cs="Arial"/>
          <w:b/>
          <w:sz w:val="20"/>
          <w:szCs w:val="20"/>
        </w:rPr>
        <w:t xml:space="preserve">            </w:t>
      </w:r>
      <w:r w:rsidRPr="00D659C9">
        <w:rPr>
          <w:rFonts w:ascii="Arial" w:hAnsi="Arial" w:cs="Arial"/>
          <w:b/>
          <w:sz w:val="20"/>
          <w:szCs w:val="20"/>
        </w:rPr>
        <w:t xml:space="preserve">      CLUB ALPINO ITALIANO </w:t>
      </w:r>
    </w:p>
    <w:p w:rsidR="006458EF" w:rsidRPr="00D659C9" w:rsidRDefault="006458EF">
      <w:pPr>
        <w:jc w:val="center"/>
        <w:rPr>
          <w:rFonts w:ascii="Arial" w:hAnsi="Arial" w:cs="Arial"/>
          <w:b/>
          <w:sz w:val="20"/>
          <w:szCs w:val="20"/>
        </w:rPr>
      </w:pPr>
      <w:r w:rsidRPr="00D659C9">
        <w:rPr>
          <w:rFonts w:ascii="Arial" w:hAnsi="Arial" w:cs="Arial"/>
          <w:b/>
          <w:sz w:val="20"/>
          <w:szCs w:val="20"/>
        </w:rPr>
        <w:t xml:space="preserve">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</w:t>
      </w:r>
      <w:r w:rsidRPr="00D659C9">
        <w:rPr>
          <w:rFonts w:ascii="Arial" w:hAnsi="Arial" w:cs="Arial"/>
          <w:b/>
          <w:sz w:val="20"/>
          <w:szCs w:val="20"/>
        </w:rPr>
        <w:t xml:space="preserve">   Sezione di Siracusa "Vito Oddo"</w:t>
      </w:r>
    </w:p>
    <w:p w:rsidR="006458EF" w:rsidRPr="00D659C9" w:rsidRDefault="006458EF">
      <w:pPr>
        <w:jc w:val="center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</w:t>
      </w:r>
      <w:r w:rsidRPr="00D659C9">
        <w:rPr>
          <w:rFonts w:ascii="Arial" w:hAnsi="Arial" w:cs="Arial"/>
          <w:sz w:val="20"/>
          <w:szCs w:val="20"/>
        </w:rPr>
        <w:t xml:space="preserve">Via Maestranza 33                                                                                                                                                                             </w:t>
      </w:r>
    </w:p>
    <w:p w:rsidR="006458EF" w:rsidRPr="00D659C9" w:rsidRDefault="006458EF">
      <w:pPr>
        <w:spacing w:after="60"/>
        <w:ind w:right="-896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D659C9">
        <w:rPr>
          <w:rFonts w:ascii="Arial" w:hAnsi="Arial" w:cs="Arial"/>
          <w:sz w:val="20"/>
          <w:szCs w:val="20"/>
        </w:rPr>
        <w:t>96100 Siracusa-3382461955</w:t>
      </w:r>
    </w:p>
    <w:p w:rsidR="006458EF" w:rsidRPr="00D659C9" w:rsidRDefault="006458EF">
      <w:pPr>
        <w:spacing w:after="60"/>
        <w:ind w:right="-896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Gentili sigg.ri Soci della Sezione di Siracusa del CAI</w:t>
      </w:r>
    </w:p>
    <w:p w:rsidR="006458EF" w:rsidRPr="00D659C9" w:rsidRDefault="006458EF">
      <w:pPr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Oggetto : convocazione Assemblea Ordinaria</w:t>
      </w:r>
    </w:p>
    <w:p w:rsidR="006458EF" w:rsidRPr="00D659C9" w:rsidRDefault="006458EF">
      <w:pPr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Ai sensi di quanto dispongono le norme statutarie è convocata l’Assemblea Ordinaria dei Soci della Sezione CAI di Siracusa per il giorno giovedi 12 Marzo 2015 alle ore 06:00  in prima convocazione ed il giorno venerdi 13 Marzo 2015 alle ore 19:00 in seconda convocazione presso la Sede di Via Maestranza 33 per deliberare sul seguente ordine del giorno: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Nomina Organi Assembleari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Proposta modifica quote sociali per l’anno 2015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Illustrazione Relazione Annuale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Esame Bilancio Consuntivo 2014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Esame Bilancio Preventivo 2015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Varie ed eventuali</w:t>
      </w:r>
    </w:p>
    <w:p w:rsidR="006458EF" w:rsidRPr="00D659C9" w:rsidRDefault="006458EF">
      <w:pPr>
        <w:numPr>
          <w:ilvl w:val="0"/>
          <w:numId w:val="1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Elezione cariche Sociali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Relativamente al punto 7 si precisa che, venendo a scadere il mandato biennale del CD in carica, si dovranno rinnovare le cariche Sociali del Presidente, dei componenti il Consiglio Direttivo  ( composto da 6 membri) e del Collegio dei Sindaci  ( composto da 3 membri) per il biennio marzo 2015/marzo 2017.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Coloro che fossero interessati e disponibili ad impegnarsi attivamente nella gestione della nostra Sezione sono vivamente pregati di segnalare al sottoscritto la propria candidatura, specificando a quale carica intendono candidarsi.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Ricordo che all’Assemblea ed alle votazioni per i vari punti all’O.d.G. possono partecipare, con diritto di voto, tutti i soci – ordinari e familiari - maggiorenni in regola col pagamento della quota sociale per l’anno in corso. I soci minori possono assistervi senza diritto di voto. Risultano eleggibili i soci maggiorenni che siano regolarmente iscritti da almeno due anni.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Colgo l’occasione per ricordare ai Soci che non avessero ancora rinnovato la quota sociale per l’anno in corso che il rinnovo deve essere effettuato entro il 31 Marzo; oltre tale data il Socio non in regola non potrà più usufruire dei servizi sociali e non riceverà più le pubblicazioni del CAI Centrale.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Fiducioso sulla Vostra partecipazione attiva e numerosa Vi porgo i miei saluti più cordiali.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D659C9">
        <w:rPr>
          <w:rFonts w:ascii="Arial" w:hAnsi="Arial" w:cs="Arial"/>
          <w:sz w:val="20"/>
          <w:szCs w:val="20"/>
        </w:rPr>
        <w:t xml:space="preserve">  Il Presidente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D659C9">
        <w:rPr>
          <w:rFonts w:ascii="Arial" w:hAnsi="Arial" w:cs="Arial"/>
          <w:sz w:val="20"/>
          <w:szCs w:val="20"/>
        </w:rPr>
        <w:t xml:space="preserve">  Vittorio  Broussard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Siracusa, 4 Febbraio 2015</w:t>
      </w:r>
    </w:p>
    <w:p w:rsidR="006458EF" w:rsidRPr="00D659C9" w:rsidRDefault="006458EF">
      <w:pPr>
        <w:jc w:val="both"/>
        <w:rPr>
          <w:rFonts w:ascii="Arial" w:hAnsi="Arial" w:cs="Arial"/>
          <w:sz w:val="20"/>
          <w:szCs w:val="20"/>
        </w:rPr>
      </w:pPr>
    </w:p>
    <w:p w:rsidR="006458EF" w:rsidRDefault="006458EF">
      <w:pPr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 xml:space="preserve">P.S. In allegato scheda per delega che deve essere accompagnata dalla fotocopia di un documento d'identità del delegante. </w:t>
      </w:r>
    </w:p>
    <w:p w:rsidR="006458EF" w:rsidRDefault="006458EF">
      <w:pPr>
        <w:rPr>
          <w:rFonts w:ascii="Arial" w:hAnsi="Arial" w:cs="Arial"/>
          <w:sz w:val="20"/>
          <w:szCs w:val="20"/>
        </w:rPr>
      </w:pPr>
    </w:p>
    <w:p w:rsidR="006458EF" w:rsidRDefault="006458EF">
      <w:pPr>
        <w:rPr>
          <w:rFonts w:ascii="Arial" w:hAnsi="Arial" w:cs="Arial"/>
          <w:sz w:val="20"/>
          <w:szCs w:val="20"/>
        </w:rPr>
      </w:pPr>
    </w:p>
    <w:p w:rsidR="006458EF" w:rsidRDefault="006458EF">
      <w:pPr>
        <w:rPr>
          <w:rFonts w:ascii="Arial" w:hAnsi="Arial" w:cs="Arial"/>
          <w:sz w:val="20"/>
          <w:szCs w:val="20"/>
        </w:rPr>
      </w:pPr>
    </w:p>
    <w:p w:rsidR="006458EF" w:rsidRPr="00D659C9" w:rsidRDefault="006458EF">
      <w:pPr>
        <w:rPr>
          <w:rFonts w:ascii="Arial" w:hAnsi="Arial" w:cs="Arial"/>
          <w:sz w:val="20"/>
          <w:szCs w:val="20"/>
        </w:rPr>
      </w:pPr>
      <w:r w:rsidRPr="00D659C9">
        <w:rPr>
          <w:rFonts w:ascii="Arial" w:hAnsi="Arial" w:cs="Arial"/>
          <w:sz w:val="20"/>
          <w:szCs w:val="20"/>
        </w:rPr>
        <w:t>______________________________________________________</w:t>
      </w:r>
      <w:r>
        <w:rPr>
          <w:rFonts w:ascii="Arial" w:hAnsi="Arial" w:cs="Arial"/>
          <w:sz w:val="20"/>
          <w:szCs w:val="20"/>
        </w:rPr>
        <w:t>_____________</w:t>
      </w:r>
      <w:r w:rsidRPr="00D659C9">
        <w:rPr>
          <w:rFonts w:ascii="Arial" w:hAnsi="Arial" w:cs="Arial"/>
          <w:sz w:val="20"/>
          <w:szCs w:val="20"/>
        </w:rPr>
        <w:t>___________________</w:t>
      </w:r>
    </w:p>
    <w:p w:rsidR="006458EF" w:rsidRDefault="006458EF" w:rsidP="00FE3F58">
      <w:pPr>
        <w:rPr>
          <w:rFonts w:ascii="Arial" w:hAnsi="Arial" w:cs="Arial"/>
          <w:sz w:val="16"/>
          <w:szCs w:val="16"/>
        </w:rPr>
      </w:pPr>
      <w:r w:rsidRPr="00D659C9">
        <w:rPr>
          <w:rFonts w:ascii="Arial" w:hAnsi="Arial" w:cs="Arial"/>
          <w:sz w:val="18"/>
          <w:szCs w:val="18"/>
        </w:rPr>
        <w:t xml:space="preserve">                                         </w:t>
      </w:r>
      <w:r w:rsidRPr="00FE3F58">
        <w:rPr>
          <w:rFonts w:ascii="Arial" w:hAnsi="Arial" w:cs="Arial"/>
          <w:sz w:val="16"/>
          <w:szCs w:val="16"/>
        </w:rPr>
        <w:t>Club Alpino Italiano - Sezione di Siracusa- C.F. 01309230892</w:t>
      </w:r>
    </w:p>
    <w:p w:rsidR="006458EF" w:rsidRPr="00D659C9" w:rsidRDefault="006458EF" w:rsidP="00FE3F58">
      <w:pPr>
        <w:rPr>
          <w:rFonts w:ascii="Arial" w:hAnsi="Arial" w:cs="Arial"/>
          <w:sz w:val="20"/>
          <w:szCs w:val="20"/>
        </w:rPr>
      </w:pPr>
      <w:r w:rsidRPr="00FE3F58">
        <w:rPr>
          <w:rFonts w:ascii="Arial" w:hAnsi="Arial" w:cs="Arial"/>
          <w:sz w:val="16"/>
          <w:szCs w:val="16"/>
        </w:rPr>
        <w:t xml:space="preserve">                           Parificato alle amministrazioni dello Stato per imposte, tasse e diritti L. 26/1/1993, n. 91</w:t>
      </w:r>
      <w:r w:rsidRPr="00D659C9">
        <w:rPr>
          <w:rFonts w:ascii="Arial" w:hAnsi="Arial" w:cs="Arial"/>
          <w:sz w:val="20"/>
          <w:szCs w:val="20"/>
        </w:rPr>
        <w:tab/>
      </w:r>
      <w:r w:rsidRPr="00D659C9">
        <w:rPr>
          <w:rFonts w:ascii="Arial" w:hAnsi="Arial" w:cs="Arial"/>
          <w:sz w:val="20"/>
          <w:szCs w:val="20"/>
        </w:rPr>
        <w:tab/>
      </w:r>
      <w:r w:rsidRPr="00D659C9">
        <w:rPr>
          <w:rFonts w:ascii="Arial" w:hAnsi="Arial" w:cs="Arial"/>
          <w:sz w:val="20"/>
          <w:szCs w:val="20"/>
        </w:rPr>
        <w:tab/>
      </w:r>
      <w:r w:rsidRPr="00D659C9">
        <w:rPr>
          <w:rFonts w:ascii="Arial" w:hAnsi="Arial" w:cs="Arial"/>
          <w:sz w:val="20"/>
          <w:szCs w:val="20"/>
        </w:rPr>
        <w:tab/>
      </w:r>
      <w:r w:rsidRPr="00D659C9">
        <w:rPr>
          <w:rFonts w:ascii="Arial" w:hAnsi="Arial" w:cs="Arial"/>
          <w:sz w:val="20"/>
          <w:szCs w:val="20"/>
        </w:rPr>
        <w:tab/>
      </w:r>
    </w:p>
    <w:sectPr w:rsidR="006458EF" w:rsidRPr="00D659C9" w:rsidSect="00854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95BDC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0CD"/>
    <w:rsid w:val="00207CB9"/>
    <w:rsid w:val="002C43A6"/>
    <w:rsid w:val="00333D93"/>
    <w:rsid w:val="005A5149"/>
    <w:rsid w:val="006458EF"/>
    <w:rsid w:val="00703358"/>
    <w:rsid w:val="0085417B"/>
    <w:rsid w:val="0093758A"/>
    <w:rsid w:val="00C578BC"/>
    <w:rsid w:val="00D659C9"/>
    <w:rsid w:val="00EB2631"/>
    <w:rsid w:val="00F240CD"/>
    <w:rsid w:val="00F56189"/>
    <w:rsid w:val="00FE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149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667</Words>
  <Characters>3806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CLUB ALPINO ITALIANO </dc:title>
  <dc:subject/>
  <dc:creator/>
  <cp:keywords/>
  <dc:description/>
  <cp:lastModifiedBy>Broussard</cp:lastModifiedBy>
  <cp:revision>6</cp:revision>
  <cp:lastPrinted>2015-01-20T16:39:00Z</cp:lastPrinted>
  <dcterms:created xsi:type="dcterms:W3CDTF">2015-01-20T15:59:00Z</dcterms:created>
  <dcterms:modified xsi:type="dcterms:W3CDTF">2015-01-28T15:18:00Z</dcterms:modified>
</cp:coreProperties>
</file>